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521" w:rsidRDefault="00976521" w:rsidP="00976521">
      <w:pPr>
        <w:ind w:left="720" w:hanging="360"/>
      </w:pPr>
      <w:r>
        <w:t>Příloha č. 1- Technická specifikace</w:t>
      </w:r>
    </w:p>
    <w:p w:rsidR="00976521" w:rsidRDefault="00976521" w:rsidP="00976521">
      <w:pPr>
        <w:ind w:left="720" w:hanging="360"/>
      </w:pPr>
    </w:p>
    <w:p w:rsidR="00852624" w:rsidRDefault="00852624" w:rsidP="00852624">
      <w:pPr>
        <w:ind w:left="720" w:hanging="360"/>
      </w:pPr>
      <w:r>
        <w:t>Předmět dodávky:</w:t>
      </w:r>
    </w:p>
    <w:p w:rsidR="00852624" w:rsidRDefault="00852624" w:rsidP="00852624">
      <w:pPr>
        <w:pStyle w:val="Odstavecseseznamem"/>
        <w:numPr>
          <w:ilvl w:val="0"/>
          <w:numId w:val="1"/>
        </w:numPr>
      </w:pPr>
      <w:r>
        <w:t xml:space="preserve">2 </w:t>
      </w:r>
      <w:proofErr w:type="gramStart"/>
      <w:r>
        <w:t>ks - pásový</w:t>
      </w:r>
      <w:proofErr w:type="gramEnd"/>
      <w:r>
        <w:t xml:space="preserve"> </w:t>
      </w:r>
      <w:proofErr w:type="spellStart"/>
      <w:r>
        <w:t>schodolez</w:t>
      </w:r>
      <w:proofErr w:type="spellEnd"/>
      <w:r>
        <w:t xml:space="preserve"> s obsluhou, nosnost min. 150 kg, uzpůsobený na vyvezení ZTP do podlaží na vlastním mechanickém vozíku. Možnost složení </w:t>
      </w:r>
      <w:proofErr w:type="spellStart"/>
      <w:r>
        <w:t>schodolezu</w:t>
      </w:r>
      <w:proofErr w:type="spellEnd"/>
      <w:r>
        <w:t xml:space="preserve"> pro přepravu v osobním automobilu.</w:t>
      </w:r>
      <w:r w:rsidRPr="002A25EE">
        <w:t xml:space="preserve"> </w:t>
      </w:r>
      <w:r>
        <w:t>Verze INDOOR</w:t>
      </w:r>
    </w:p>
    <w:p w:rsidR="00852624" w:rsidRDefault="00852624" w:rsidP="00852624">
      <w:pPr>
        <w:pStyle w:val="Odstavecseseznamem"/>
      </w:pPr>
      <w:r>
        <w:t>Opěrka hlavy, bezpečnostní pás</w:t>
      </w:r>
    </w:p>
    <w:p w:rsidR="00852624" w:rsidRDefault="00852624" w:rsidP="00852624">
      <w:pPr>
        <w:pStyle w:val="Odstavecseseznamem"/>
      </w:pPr>
      <w:r>
        <w:t>Bateriový pohon</w:t>
      </w:r>
    </w:p>
    <w:p w:rsidR="00852624" w:rsidRDefault="00852624" w:rsidP="00852624">
      <w:pPr>
        <w:pStyle w:val="Odstavecseseznamem"/>
      </w:pPr>
      <w:r>
        <w:t>Nabíječka akumulátorů</w:t>
      </w:r>
    </w:p>
    <w:p w:rsidR="00852624" w:rsidRDefault="00852624" w:rsidP="00852624">
      <w:pPr>
        <w:pStyle w:val="Odstavecseseznamem"/>
      </w:pPr>
    </w:p>
    <w:p w:rsidR="00852624" w:rsidRDefault="00852624" w:rsidP="00852624">
      <w:pPr>
        <w:pStyle w:val="Odstavecseseznamem"/>
      </w:pPr>
      <w:r>
        <w:t xml:space="preserve">1 ks – jednoduchý mechanický skládací vozík. Plná nenafukovací kola. Šířka sedáku 40 cm. </w:t>
      </w:r>
    </w:p>
    <w:p w:rsidR="00852624" w:rsidRDefault="00852624" w:rsidP="00852624">
      <w:pPr>
        <w:pStyle w:val="Odstavecseseznamem"/>
      </w:pPr>
    </w:p>
    <w:p w:rsidR="00852624" w:rsidRDefault="00852624" w:rsidP="00852624">
      <w:pPr>
        <w:pStyle w:val="Odstavecseseznamem"/>
      </w:pPr>
    </w:p>
    <w:p w:rsidR="00852624" w:rsidRDefault="00852624" w:rsidP="00852624">
      <w:pPr>
        <w:pStyle w:val="Odstavecseseznamem"/>
        <w:numPr>
          <w:ilvl w:val="0"/>
          <w:numId w:val="1"/>
        </w:numPr>
      </w:pPr>
      <w:r>
        <w:t xml:space="preserve">1 ks – kolečkový </w:t>
      </w:r>
      <w:proofErr w:type="spellStart"/>
      <w:r>
        <w:t>schodolez</w:t>
      </w:r>
      <w:proofErr w:type="spellEnd"/>
      <w:r>
        <w:t xml:space="preserve"> se sedačkou. Nosnost min. 130 kg. Možnost složení </w:t>
      </w:r>
      <w:proofErr w:type="spellStart"/>
      <w:r>
        <w:t>schodolezu</w:t>
      </w:r>
      <w:proofErr w:type="spellEnd"/>
      <w:r>
        <w:t xml:space="preserve"> pro přepravu v osobním automobilu. Verze INDOOR.</w:t>
      </w:r>
    </w:p>
    <w:p w:rsidR="00852624" w:rsidRDefault="00852624" w:rsidP="00852624">
      <w:pPr>
        <w:pStyle w:val="Odstavecseseznamem"/>
      </w:pPr>
      <w:r>
        <w:t>Opěrka hlavy, bezpečnostní pás</w:t>
      </w:r>
    </w:p>
    <w:p w:rsidR="00852624" w:rsidRDefault="00852624" w:rsidP="00852624">
      <w:pPr>
        <w:pStyle w:val="Odstavecseseznamem"/>
      </w:pPr>
      <w:r>
        <w:t>Bateriový pohon</w:t>
      </w:r>
    </w:p>
    <w:p w:rsidR="00852624" w:rsidRDefault="00852624" w:rsidP="00852624">
      <w:pPr>
        <w:pStyle w:val="Odstavecseseznamem"/>
      </w:pPr>
      <w:r>
        <w:t>Nabíječka akumulátorů</w:t>
      </w:r>
    </w:p>
    <w:p w:rsidR="00852624" w:rsidRDefault="00852624" w:rsidP="00852624"/>
    <w:p w:rsidR="00852624" w:rsidRDefault="00852624" w:rsidP="00852624">
      <w:pPr>
        <w:pStyle w:val="Odstavecseseznamem"/>
      </w:pPr>
    </w:p>
    <w:p w:rsidR="00852624" w:rsidRDefault="00852624" w:rsidP="00852624">
      <w:pPr>
        <w:pStyle w:val="Odstavecseseznamem"/>
      </w:pPr>
      <w:r>
        <w:t>Záruční doba: 24 měsíců</w:t>
      </w:r>
    </w:p>
    <w:p w:rsidR="00852624" w:rsidRDefault="00852624" w:rsidP="00852624">
      <w:pPr>
        <w:pStyle w:val="Odstavecseseznamem"/>
      </w:pPr>
      <w:r>
        <w:t xml:space="preserve">Montáž, sestavení </w:t>
      </w:r>
      <w:proofErr w:type="spellStart"/>
      <w:r>
        <w:t>schodolezů</w:t>
      </w:r>
      <w:proofErr w:type="spellEnd"/>
    </w:p>
    <w:p w:rsidR="00852624" w:rsidRDefault="00852624" w:rsidP="00852624">
      <w:pPr>
        <w:pStyle w:val="Odstavecseseznamem"/>
      </w:pPr>
      <w:r>
        <w:t>Zaškolení obsluhy</w:t>
      </w:r>
    </w:p>
    <w:p w:rsidR="00852624" w:rsidRDefault="00852624" w:rsidP="00852624">
      <w:pPr>
        <w:pStyle w:val="Odstavecseseznamem"/>
      </w:pPr>
      <w:r>
        <w:t xml:space="preserve">Termín </w:t>
      </w:r>
      <w:proofErr w:type="gramStart"/>
      <w:r>
        <w:t>dodání  01</w:t>
      </w:r>
      <w:proofErr w:type="gramEnd"/>
      <w:r>
        <w:t>/2025.</w:t>
      </w:r>
    </w:p>
    <w:p w:rsidR="00852624" w:rsidRDefault="00852624" w:rsidP="00852624">
      <w:pPr>
        <w:pStyle w:val="Odstavecseseznamem"/>
      </w:pPr>
      <w:r>
        <w:t>Doprava:</w:t>
      </w:r>
    </w:p>
    <w:p w:rsidR="00852624" w:rsidRDefault="00852624" w:rsidP="00852624">
      <w:pPr>
        <w:pStyle w:val="Odstavecseseznamem"/>
        <w:rPr>
          <w:color w:val="000000"/>
        </w:rPr>
      </w:pPr>
      <w:r>
        <w:t xml:space="preserve">1 ks pásový </w:t>
      </w:r>
      <w:proofErr w:type="spellStart"/>
      <w:r>
        <w:t>schodolez</w:t>
      </w:r>
      <w:proofErr w:type="spellEnd"/>
      <w:r>
        <w:t xml:space="preserve"> + 1 ks mechanický vozík – Budova B, </w:t>
      </w:r>
      <w:r>
        <w:rPr>
          <w:color w:val="000000"/>
        </w:rPr>
        <w:t>Ruská 87, 100 00, Praha 10</w:t>
      </w:r>
    </w:p>
    <w:p w:rsidR="00852624" w:rsidRDefault="00852624" w:rsidP="00852624">
      <w:pPr>
        <w:pStyle w:val="Odstavecseseznamem"/>
        <w:rPr>
          <w:color w:val="000000"/>
        </w:rPr>
      </w:pPr>
      <w:r>
        <w:t xml:space="preserve">1 ks pásový </w:t>
      </w:r>
      <w:proofErr w:type="spellStart"/>
      <w:proofErr w:type="gramStart"/>
      <w:r>
        <w:t>schodolez</w:t>
      </w:r>
      <w:proofErr w:type="spellEnd"/>
      <w:r>
        <w:t xml:space="preserve"> - </w:t>
      </w:r>
      <w:r>
        <w:rPr>
          <w:color w:val="000000"/>
        </w:rPr>
        <w:t>Karlov</w:t>
      </w:r>
      <w:proofErr w:type="gramEnd"/>
      <w:r>
        <w:rPr>
          <w:color w:val="000000"/>
        </w:rPr>
        <w:t>, Ke Karlovu 454, 120 00 Nové město</w:t>
      </w:r>
    </w:p>
    <w:p w:rsidR="005E6E6B" w:rsidRPr="00976521" w:rsidRDefault="00852624" w:rsidP="00852624">
      <w:pPr>
        <w:pStyle w:val="Odstavecseseznamem"/>
      </w:pPr>
      <w:r>
        <w:t xml:space="preserve">1 ks kolečkový </w:t>
      </w:r>
      <w:proofErr w:type="spellStart"/>
      <w:proofErr w:type="gramStart"/>
      <w:r>
        <w:t>schodolez</w:t>
      </w:r>
      <w:proofErr w:type="spellEnd"/>
      <w:r>
        <w:t xml:space="preserve"> - </w:t>
      </w:r>
      <w:r>
        <w:rPr>
          <w:color w:val="000000"/>
        </w:rPr>
        <w:t>Budova</w:t>
      </w:r>
      <w:proofErr w:type="gramEnd"/>
      <w:r>
        <w:rPr>
          <w:color w:val="000000"/>
        </w:rPr>
        <w:t xml:space="preserve"> X, Ruská 2200/91, 100 00 Praha 10</w:t>
      </w:r>
      <w:bookmarkStart w:id="0" w:name="_GoBack"/>
      <w:bookmarkEnd w:id="0"/>
    </w:p>
    <w:sectPr w:rsidR="005E6E6B" w:rsidRPr="00976521" w:rsidSect="00301722">
      <w:headerReference w:type="default" r:id="rId8"/>
      <w:headerReference w:type="first" r:id="rId9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722" w:rsidRDefault="00A7086D" w:rsidP="00301722">
    <w:pPr>
      <w:pStyle w:val="Zhlav"/>
      <w:tabs>
        <w:tab w:val="clear" w:pos="9072"/>
      </w:tabs>
    </w:pPr>
    <w:r>
      <w:rPr>
        <w:noProof/>
        <w:lang w:eastAsia="cs-CZ"/>
      </w:rPr>
      <w:drawing>
        <wp:inline distT="0" distB="0" distL="0" distR="0" wp14:anchorId="742D47E8">
          <wp:extent cx="5392800" cy="7704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A74" w:rsidRDefault="00155A74">
    <w:pPr>
      <w:pStyle w:val="Zhlav"/>
    </w:pPr>
    <w:r>
      <w:rPr>
        <w:noProof/>
        <w:lang w:eastAsia="cs-CZ"/>
      </w:rPr>
      <w:drawing>
        <wp:inline distT="0" distB="0" distL="0" distR="0">
          <wp:extent cx="5392800" cy="770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1F7310"/>
    <w:multiLevelType w:val="hybridMultilevel"/>
    <w:tmpl w:val="AD60CA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EA9"/>
    <w:rsid w:val="00155A74"/>
    <w:rsid w:val="00163E90"/>
    <w:rsid w:val="001C4911"/>
    <w:rsid w:val="00285345"/>
    <w:rsid w:val="002A344C"/>
    <w:rsid w:val="00301722"/>
    <w:rsid w:val="00310D68"/>
    <w:rsid w:val="003857DE"/>
    <w:rsid w:val="003A7CA7"/>
    <w:rsid w:val="004111AF"/>
    <w:rsid w:val="004E3E8E"/>
    <w:rsid w:val="005E6E6B"/>
    <w:rsid w:val="00601969"/>
    <w:rsid w:val="00704695"/>
    <w:rsid w:val="00764855"/>
    <w:rsid w:val="007C62D9"/>
    <w:rsid w:val="00822D3F"/>
    <w:rsid w:val="00852624"/>
    <w:rsid w:val="0088438E"/>
    <w:rsid w:val="008B35F2"/>
    <w:rsid w:val="009573BA"/>
    <w:rsid w:val="00976521"/>
    <w:rsid w:val="00A01892"/>
    <w:rsid w:val="00A27EA9"/>
    <w:rsid w:val="00A7086D"/>
    <w:rsid w:val="00A8548F"/>
    <w:rsid w:val="00C6476E"/>
    <w:rsid w:val="00CA7B95"/>
    <w:rsid w:val="00D659D9"/>
    <w:rsid w:val="00EC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62B64F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9573BA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765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7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575F-070C-4BC9-BBCD-6B10AF44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Simona Krčková</cp:lastModifiedBy>
  <cp:revision>3</cp:revision>
  <cp:lastPrinted>2024-07-25T12:18:00Z</cp:lastPrinted>
  <dcterms:created xsi:type="dcterms:W3CDTF">2024-10-30T09:37:00Z</dcterms:created>
  <dcterms:modified xsi:type="dcterms:W3CDTF">2024-11-27T10:08:00Z</dcterms:modified>
</cp:coreProperties>
</file>